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9C170" w14:textId="5D43ADA7" w:rsidR="00D5093D" w:rsidRPr="000E1C6B" w:rsidRDefault="00062944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Maa-ja Ruumiamet</w:t>
      </w:r>
    </w:p>
    <w:p w14:paraId="2C301C7E" w14:textId="6A1CC124" w:rsidR="00D5093D" w:rsidRPr="000E1C6B" w:rsidRDefault="00062944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062944">
        <w:rPr>
          <w:rFonts w:ascii="Times New Roman" w:eastAsia="Times New Roman" w:hAnsi="Times New Roman"/>
          <w:sz w:val="24"/>
          <w:szCs w:val="24"/>
          <w:lang w:eastAsia="et-EE"/>
        </w:rPr>
        <w:t>Mustamäe tee 51, 10621 Tallinn</w:t>
      </w:r>
    </w:p>
    <w:p w14:paraId="43DEC7B2" w14:textId="39EAC612" w:rsidR="00D5093D" w:rsidRPr="000E1C6B" w:rsidRDefault="00062944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6353CF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F35DC1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262D00">
        <w:rPr>
          <w:rFonts w:ascii="Times New Roman" w:eastAsia="Times New Roman" w:hAnsi="Times New Roman"/>
          <w:sz w:val="24"/>
          <w:szCs w:val="24"/>
          <w:lang w:eastAsia="et-EE"/>
        </w:rPr>
        <w:t>10</w:t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5</w:t>
      </w:r>
    </w:p>
    <w:p w14:paraId="549FC19E" w14:textId="77777777" w:rsidR="00D5093D" w:rsidRPr="000E1C6B" w:rsidRDefault="00D5093D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9665728" w14:textId="77777777" w:rsidR="004736EB" w:rsidRPr="000E1C6B" w:rsidRDefault="004736EB" w:rsidP="009A0A56">
      <w:pPr>
        <w:rPr>
          <w:rFonts w:ascii="Times New Roman" w:hAnsi="Times New Roman"/>
          <w:sz w:val="24"/>
          <w:szCs w:val="24"/>
        </w:rPr>
      </w:pPr>
    </w:p>
    <w:p w14:paraId="11FD914C" w14:textId="095DFEC5" w:rsidR="00D5093D" w:rsidRDefault="00D5093D" w:rsidP="009A0A56">
      <w:pPr>
        <w:rPr>
          <w:rFonts w:ascii="Times New Roman" w:hAnsi="Times New Roman"/>
          <w:sz w:val="24"/>
          <w:szCs w:val="24"/>
        </w:rPr>
      </w:pPr>
    </w:p>
    <w:p w14:paraId="7F4499A1" w14:textId="420D62DA" w:rsidR="001140F9" w:rsidRPr="000E1C6B" w:rsidRDefault="001140F9" w:rsidP="009A0A5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Teatis</w:t>
      </w:r>
    </w:p>
    <w:p w14:paraId="2C776248" w14:textId="77777777" w:rsidR="00D5093D" w:rsidRPr="000E1C6B" w:rsidRDefault="00D5093D" w:rsidP="009A0A56">
      <w:pPr>
        <w:rPr>
          <w:rFonts w:ascii="Times New Roman" w:hAnsi="Times New Roman"/>
          <w:sz w:val="24"/>
          <w:szCs w:val="24"/>
        </w:rPr>
      </w:pPr>
    </w:p>
    <w:p w14:paraId="1B37692E" w14:textId="77777777" w:rsidR="00D5093D" w:rsidRPr="000E1C6B" w:rsidRDefault="00D5093D" w:rsidP="009A0A56">
      <w:pPr>
        <w:rPr>
          <w:rFonts w:ascii="Times New Roman" w:hAnsi="Times New Roman"/>
          <w:sz w:val="24"/>
          <w:szCs w:val="24"/>
        </w:rPr>
      </w:pPr>
    </w:p>
    <w:p w14:paraId="2A3AD5B2" w14:textId="121BC09E" w:rsidR="00024F1C" w:rsidRPr="00262D00" w:rsidRDefault="00D5093D" w:rsidP="00515494">
      <w:pPr>
        <w:rPr>
          <w:rFonts w:ascii="Times New Roman" w:hAnsi="Times New Roman"/>
          <w:sz w:val="24"/>
          <w:szCs w:val="24"/>
        </w:rPr>
      </w:pPr>
      <w:r w:rsidRPr="00262D00">
        <w:rPr>
          <w:rFonts w:ascii="Times New Roman" w:hAnsi="Times New Roman"/>
          <w:sz w:val="24"/>
          <w:szCs w:val="24"/>
        </w:rPr>
        <w:t xml:space="preserve">Teatan, et </w:t>
      </w:r>
      <w:r w:rsidR="00024F1C" w:rsidRPr="00262D00">
        <w:rPr>
          <w:rFonts w:ascii="Times New Roman" w:hAnsi="Times New Roman"/>
          <w:sz w:val="24"/>
          <w:szCs w:val="24"/>
        </w:rPr>
        <w:t xml:space="preserve"> </w:t>
      </w:r>
      <w:r w:rsidR="007E5641" w:rsidRPr="00262D00">
        <w:rPr>
          <w:rFonts w:ascii="Times New Roman" w:hAnsi="Times New Roman"/>
          <w:sz w:val="24"/>
          <w:szCs w:val="24"/>
        </w:rPr>
        <w:t xml:space="preserve">„Perioodi 2023–2027 maaparandussüsteemi eesvoolu uuendamise ning keskkonnakaitserajatise ehitamise ja uuendamise investeeringutoetus“ raames kavandatud </w:t>
      </w:r>
      <w:r w:rsidR="00062944" w:rsidRPr="00262D00">
        <w:rPr>
          <w:rFonts w:ascii="Times New Roman" w:hAnsi="Times New Roman"/>
          <w:sz w:val="24"/>
          <w:szCs w:val="24"/>
        </w:rPr>
        <w:t xml:space="preserve">eesvoolude </w:t>
      </w:r>
      <w:r w:rsidR="007E5641" w:rsidRPr="00262D00">
        <w:rPr>
          <w:rFonts w:ascii="Times New Roman" w:hAnsi="Times New Roman"/>
          <w:sz w:val="24"/>
          <w:szCs w:val="24"/>
        </w:rPr>
        <w:t xml:space="preserve">uuendustööd </w:t>
      </w:r>
      <w:r w:rsidR="00BF212E" w:rsidRPr="00262D00">
        <w:rPr>
          <w:rFonts w:ascii="Times New Roman" w:hAnsi="Times New Roman"/>
          <w:sz w:val="24"/>
          <w:szCs w:val="24"/>
        </w:rPr>
        <w:t>maaparandussüsteem</w:t>
      </w:r>
      <w:r w:rsidR="00AA4733" w:rsidRPr="00262D00">
        <w:rPr>
          <w:rFonts w:ascii="Times New Roman" w:hAnsi="Times New Roman"/>
          <w:sz w:val="24"/>
          <w:szCs w:val="24"/>
        </w:rPr>
        <w:t>, kood</w:t>
      </w:r>
      <w:r w:rsidR="004E5894">
        <w:rPr>
          <w:rFonts w:ascii="Times New Roman" w:hAnsi="Times New Roman"/>
          <w:sz w:val="24"/>
          <w:szCs w:val="24"/>
        </w:rPr>
        <w:t xml:space="preserve"> </w:t>
      </w:r>
      <w:r w:rsidR="00F35DC1" w:rsidRPr="00F35DC1">
        <w:rPr>
          <w:rFonts w:ascii="Times New Roman" w:hAnsi="Times New Roman"/>
          <w:sz w:val="24"/>
          <w:szCs w:val="24"/>
        </w:rPr>
        <w:t>6112510020040</w:t>
      </w:r>
      <w:r w:rsidR="00AA4733" w:rsidRPr="00262D00">
        <w:rPr>
          <w:rFonts w:ascii="Times New Roman" w:hAnsi="Times New Roman"/>
          <w:sz w:val="24"/>
          <w:szCs w:val="24"/>
        </w:rPr>
        <w:t xml:space="preserve"> ehitisel 00</w:t>
      </w:r>
      <w:r w:rsidR="004E5894">
        <w:rPr>
          <w:rFonts w:ascii="Times New Roman" w:hAnsi="Times New Roman"/>
          <w:sz w:val="24"/>
          <w:szCs w:val="24"/>
        </w:rPr>
        <w:t>2</w:t>
      </w:r>
      <w:r w:rsidR="00AA4733" w:rsidRPr="00262D00">
        <w:rPr>
          <w:rFonts w:ascii="Times New Roman" w:hAnsi="Times New Roman"/>
          <w:sz w:val="24"/>
          <w:szCs w:val="24"/>
        </w:rPr>
        <w:t xml:space="preserve"> </w:t>
      </w:r>
      <w:r w:rsidR="004E5894">
        <w:rPr>
          <w:rFonts w:ascii="Times New Roman" w:hAnsi="Times New Roman"/>
          <w:sz w:val="24"/>
          <w:szCs w:val="24"/>
        </w:rPr>
        <w:t>Prääma</w:t>
      </w:r>
      <w:r w:rsidR="00F35DC1">
        <w:rPr>
          <w:rFonts w:ascii="Times New Roman" w:hAnsi="Times New Roman"/>
          <w:sz w:val="24"/>
          <w:szCs w:val="24"/>
        </w:rPr>
        <w:t xml:space="preserve"> 2</w:t>
      </w:r>
      <w:r w:rsidR="00E11B91" w:rsidRPr="00262D00">
        <w:rPr>
          <w:rFonts w:ascii="Times New Roman" w:hAnsi="Times New Roman"/>
          <w:sz w:val="24"/>
          <w:szCs w:val="24"/>
        </w:rPr>
        <w:t>,</w:t>
      </w:r>
      <w:r w:rsidR="00AA4733" w:rsidRPr="00262D00">
        <w:rPr>
          <w:rFonts w:ascii="Times New Roman" w:hAnsi="Times New Roman"/>
          <w:sz w:val="24"/>
          <w:szCs w:val="24"/>
        </w:rPr>
        <w:t xml:space="preserve"> </w:t>
      </w:r>
      <w:r w:rsidR="00DC5E9E" w:rsidRPr="00262D00">
        <w:rPr>
          <w:rFonts w:ascii="Times New Roman" w:hAnsi="Times New Roman"/>
          <w:sz w:val="24"/>
          <w:szCs w:val="24"/>
        </w:rPr>
        <w:t>a</w:t>
      </w:r>
      <w:r w:rsidR="005A350B" w:rsidRPr="00262D00">
        <w:rPr>
          <w:rFonts w:ascii="Times New Roman" w:hAnsi="Times New Roman"/>
          <w:sz w:val="24"/>
          <w:szCs w:val="24"/>
        </w:rPr>
        <w:t>l</w:t>
      </w:r>
      <w:r w:rsidR="00262D00" w:rsidRPr="00262D00">
        <w:rPr>
          <w:rFonts w:ascii="Times New Roman" w:hAnsi="Times New Roman"/>
          <w:sz w:val="24"/>
          <w:szCs w:val="24"/>
        </w:rPr>
        <w:t xml:space="preserve">gavad </w:t>
      </w:r>
      <w:r w:rsidR="00F35DC1">
        <w:rPr>
          <w:rFonts w:ascii="Times New Roman" w:hAnsi="Times New Roman"/>
          <w:sz w:val="24"/>
          <w:szCs w:val="24"/>
        </w:rPr>
        <w:t>03</w:t>
      </w:r>
      <w:r w:rsidR="00262D00" w:rsidRPr="00262D00">
        <w:rPr>
          <w:rFonts w:ascii="Times New Roman" w:hAnsi="Times New Roman"/>
          <w:sz w:val="24"/>
          <w:szCs w:val="24"/>
        </w:rPr>
        <w:t>.1</w:t>
      </w:r>
      <w:r w:rsidR="00F35DC1">
        <w:rPr>
          <w:rFonts w:ascii="Times New Roman" w:hAnsi="Times New Roman"/>
          <w:sz w:val="24"/>
          <w:szCs w:val="24"/>
        </w:rPr>
        <w:t>1</w:t>
      </w:r>
      <w:r w:rsidR="00262D00" w:rsidRPr="00262D00">
        <w:rPr>
          <w:rFonts w:ascii="Times New Roman" w:hAnsi="Times New Roman"/>
          <w:sz w:val="24"/>
          <w:szCs w:val="24"/>
        </w:rPr>
        <w:t>. 2025</w:t>
      </w:r>
      <w:r w:rsidR="00DC5E9E" w:rsidRPr="00262D00">
        <w:rPr>
          <w:rFonts w:ascii="Times New Roman" w:hAnsi="Times New Roman"/>
          <w:sz w:val="24"/>
          <w:szCs w:val="24"/>
        </w:rPr>
        <w:t xml:space="preserve"> Taotlustoimiku nr.</w:t>
      </w:r>
      <w:r w:rsidR="00E11B91" w:rsidRPr="00262D00">
        <w:rPr>
          <w:rFonts w:ascii="Times New Roman" w:hAnsi="Times New Roman"/>
          <w:sz w:val="24"/>
          <w:szCs w:val="24"/>
        </w:rPr>
        <w:t xml:space="preserve"> </w:t>
      </w:r>
      <w:r w:rsidR="004E5894" w:rsidRPr="004E5894">
        <w:rPr>
          <w:rFonts w:ascii="Times New Roman" w:hAnsi="Times New Roman"/>
          <w:sz w:val="24"/>
          <w:szCs w:val="24"/>
        </w:rPr>
        <w:t>A1901250000</w:t>
      </w:r>
      <w:r w:rsidR="00F35DC1">
        <w:rPr>
          <w:rFonts w:ascii="Times New Roman" w:hAnsi="Times New Roman"/>
          <w:sz w:val="24"/>
          <w:szCs w:val="24"/>
        </w:rPr>
        <w:t>9</w:t>
      </w:r>
      <w:r w:rsidR="00262D00" w:rsidRPr="00262D00">
        <w:rPr>
          <w:rFonts w:ascii="Times New Roman" w:hAnsi="Times New Roman"/>
          <w:sz w:val="24"/>
          <w:szCs w:val="24"/>
        </w:rPr>
        <w:t>. Teatisele lisatud joonis tööde asukoha näitamiseks</w:t>
      </w:r>
      <w:r w:rsidR="0090528A">
        <w:rPr>
          <w:rFonts w:ascii="Times New Roman" w:hAnsi="Times New Roman"/>
          <w:sz w:val="24"/>
          <w:szCs w:val="24"/>
        </w:rPr>
        <w:t>.</w:t>
      </w:r>
    </w:p>
    <w:p w14:paraId="5850B75B" w14:textId="77777777" w:rsidR="00024F1C" w:rsidRDefault="00024F1C" w:rsidP="00515494">
      <w:pPr>
        <w:rPr>
          <w:rFonts w:ascii="Times New Roman" w:hAnsi="Times New Roman"/>
          <w:sz w:val="24"/>
          <w:szCs w:val="24"/>
        </w:rPr>
      </w:pPr>
    </w:p>
    <w:p w14:paraId="58AB6FFE" w14:textId="77777777" w:rsidR="00024F1C" w:rsidRDefault="00024F1C" w:rsidP="00515494">
      <w:pPr>
        <w:rPr>
          <w:rFonts w:ascii="Times New Roman" w:hAnsi="Times New Roman"/>
          <w:sz w:val="24"/>
          <w:szCs w:val="24"/>
        </w:rPr>
      </w:pPr>
    </w:p>
    <w:p w14:paraId="400CBEA8" w14:textId="2B96F115" w:rsidR="00515494" w:rsidRPr="00515494" w:rsidRDefault="00515494" w:rsidP="00515494">
      <w:pPr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Lugupidamisega</w:t>
      </w:r>
    </w:p>
    <w:p w14:paraId="43FAFBA3" w14:textId="77777777" w:rsidR="00515494" w:rsidRPr="00515494" w:rsidRDefault="00515494" w:rsidP="00515494">
      <w:pPr>
        <w:rPr>
          <w:rFonts w:ascii="Times New Roman" w:hAnsi="Times New Roman"/>
          <w:sz w:val="24"/>
          <w:szCs w:val="24"/>
        </w:rPr>
      </w:pPr>
    </w:p>
    <w:p w14:paraId="0E94766F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Madis Pruus</w:t>
      </w:r>
    </w:p>
    <w:p w14:paraId="7090281C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AS Väätsa  Agro</w:t>
      </w:r>
    </w:p>
    <w:p w14:paraId="655FA551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Maahaldusspetsialist</w:t>
      </w:r>
    </w:p>
    <w:p w14:paraId="21560B0A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tel  5551 5601</w:t>
      </w:r>
    </w:p>
    <w:p w14:paraId="6421245E" w14:textId="7CF246B6" w:rsidR="00197FD6" w:rsidRPr="000E1C6B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madis.pruus@trigondairy.com</w:t>
      </w:r>
    </w:p>
    <w:p w14:paraId="030B517E" w14:textId="24BED15F" w:rsidR="009860FD" w:rsidRDefault="009860FD" w:rsidP="009A0A56">
      <w:pPr>
        <w:rPr>
          <w:rFonts w:ascii="Times New Roman" w:hAnsi="Times New Roman"/>
          <w:sz w:val="24"/>
          <w:szCs w:val="24"/>
        </w:rPr>
      </w:pPr>
    </w:p>
    <w:p w14:paraId="4E686338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16E0FFB0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1C7E4A7B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6646C9EB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27A1E96B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7FB38C62" w14:textId="67CA48CF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5372B312" w14:textId="1A390997" w:rsidR="007E5641" w:rsidRDefault="00262D00" w:rsidP="009A0A5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Tööde skeem </w:t>
      </w:r>
      <w:r w:rsidR="004E5894">
        <w:rPr>
          <w:rFonts w:ascii="Times New Roman" w:hAnsi="Times New Roman"/>
          <w:sz w:val="24"/>
          <w:szCs w:val="24"/>
        </w:rPr>
        <w:t xml:space="preserve">Prääma </w:t>
      </w:r>
      <w:r w:rsidR="00F35DC1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>mps</w:t>
      </w:r>
    </w:p>
    <w:p w14:paraId="01C9BEDE" w14:textId="2BB6A03D" w:rsidR="007E5641" w:rsidRDefault="00F35DC1" w:rsidP="009A0A56">
      <w:pPr>
        <w:rPr>
          <w:rFonts w:ascii="Times New Roman" w:hAnsi="Times New Roman"/>
          <w:sz w:val="24"/>
          <w:szCs w:val="24"/>
        </w:rPr>
      </w:pPr>
      <w:r w:rsidRPr="00F35DC1">
        <w:rPr>
          <w:rFonts w:ascii="Times New Roman" w:hAnsi="Times New Roman"/>
          <w:sz w:val="24"/>
          <w:szCs w:val="24"/>
        </w:rPr>
        <w:drawing>
          <wp:inline distT="0" distB="0" distL="0" distR="0" wp14:anchorId="182E0128" wp14:editId="684ADAF7">
            <wp:extent cx="3642676" cy="5425910"/>
            <wp:effectExtent l="0" t="0" r="0" b="3810"/>
            <wp:docPr id="399827678" name="Picture 1" descr="A map of a fie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827678" name="Picture 1" descr="A map of a field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2676" cy="542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6C085" w14:textId="52D0532F" w:rsidR="00262D00" w:rsidRPr="000E1C6B" w:rsidRDefault="00262D00" w:rsidP="009A0A56">
      <w:pPr>
        <w:rPr>
          <w:rFonts w:ascii="Times New Roman" w:hAnsi="Times New Roman"/>
          <w:sz w:val="24"/>
          <w:szCs w:val="24"/>
        </w:rPr>
      </w:pPr>
    </w:p>
    <w:sectPr w:rsidR="00262D00" w:rsidRPr="000E1C6B" w:rsidSect="009B2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591B1" w14:textId="77777777" w:rsidR="00E65814" w:rsidRDefault="00E65814" w:rsidP="00D74CCF">
      <w:pPr>
        <w:spacing w:after="0" w:line="240" w:lineRule="auto"/>
      </w:pPr>
      <w:r>
        <w:separator/>
      </w:r>
    </w:p>
  </w:endnote>
  <w:endnote w:type="continuationSeparator" w:id="0">
    <w:p w14:paraId="2E6D9F20" w14:textId="77777777" w:rsidR="00E65814" w:rsidRDefault="00E65814" w:rsidP="00D7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18CFB" w14:textId="77777777" w:rsidR="00CE73EC" w:rsidRDefault="00CE7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0291" w14:textId="77777777" w:rsidR="00F71DC3" w:rsidRPr="00405F96" w:rsidRDefault="00F71DC3" w:rsidP="00F71DC3">
    <w:pPr>
      <w:pStyle w:val="Footer"/>
      <w:pBdr>
        <w:top w:val="single" w:sz="4" w:space="1" w:color="auto"/>
      </w:pBdr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bookmarkStart w:id="0" w:name="_Hlk132276822"/>
    <w:r w:rsidRPr="00405F96">
      <w:rPr>
        <w:rFonts w:asciiTheme="majorHAnsi" w:hAnsiTheme="majorHAnsi"/>
        <w:noProof/>
        <w:sz w:val="20"/>
        <w:szCs w:val="20"/>
        <w:lang w:eastAsia="et-EE"/>
      </w:rPr>
      <w:drawing>
        <wp:anchor distT="0" distB="0" distL="114300" distR="114300" simplePos="0" relativeHeight="251659264" behindDoc="0" locked="0" layoutInCell="1" allowOverlap="1" wp14:anchorId="5595F1D4" wp14:editId="746B458D">
          <wp:simplePos x="0" y="0"/>
          <wp:positionH relativeFrom="column">
            <wp:posOffset>4986020</wp:posOffset>
          </wp:positionH>
          <wp:positionV relativeFrom="paragraph">
            <wp:posOffset>-859155</wp:posOffset>
          </wp:positionV>
          <wp:extent cx="1485900" cy="1774825"/>
          <wp:effectExtent l="0" t="0" r="0" b="0"/>
          <wp:wrapSquare wrapText="bothSides"/>
          <wp:docPr id="3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77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Theme="majorHAnsi" w:hAnsiTheme="majorHAnsi"/>
        <w:sz w:val="20"/>
        <w:szCs w:val="20"/>
      </w:rPr>
      <w:t>Väätsa Agro AS</w:t>
    </w:r>
    <w:r>
      <w:rPr>
        <w:rFonts w:asciiTheme="majorHAnsi" w:hAnsiTheme="majorHAnsi"/>
        <w:sz w:val="20"/>
        <w:szCs w:val="20"/>
      </w:rPr>
      <w:tab/>
    </w:r>
    <w:r w:rsidRPr="00405F96">
      <w:rPr>
        <w:rFonts w:asciiTheme="majorHAnsi" w:hAnsiTheme="majorHAnsi"/>
        <w:sz w:val="20"/>
        <w:szCs w:val="20"/>
      </w:rPr>
      <w:t>Registrikood 10069725</w:t>
    </w:r>
    <w:r w:rsidRPr="00BE7908">
      <w:rPr>
        <w:rFonts w:asciiTheme="majorHAnsi" w:hAnsiTheme="majorHAnsi"/>
        <w:sz w:val="20"/>
        <w:szCs w:val="20"/>
      </w:rPr>
      <w:t xml:space="preserve"> </w:t>
    </w:r>
    <w:r>
      <w:rPr>
        <w:rFonts w:asciiTheme="majorHAnsi" w:hAnsiTheme="majorHAnsi"/>
        <w:sz w:val="20"/>
        <w:szCs w:val="20"/>
      </w:rPr>
      <w:t xml:space="preserve">               SEB Pank</w:t>
    </w:r>
    <w:r w:rsidRPr="00405F96">
      <w:rPr>
        <w:rFonts w:asciiTheme="majorHAnsi" w:hAnsiTheme="majorHAnsi"/>
        <w:sz w:val="20"/>
        <w:szCs w:val="20"/>
      </w:rPr>
      <w:tab/>
    </w:r>
  </w:p>
  <w:p w14:paraId="49884107" w14:textId="7B76B4B8" w:rsidR="00F71DC3" w:rsidRPr="00405F96" w:rsidRDefault="00CE73EC" w:rsidP="00F71DC3">
    <w:pPr>
      <w:pStyle w:val="Footer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Tehnokeskuse, Aasuvälja küla</w:t>
    </w:r>
    <w:r w:rsidR="00F71DC3" w:rsidRPr="00405F96">
      <w:rPr>
        <w:rFonts w:asciiTheme="majorHAnsi" w:hAnsiTheme="majorHAnsi"/>
        <w:sz w:val="20"/>
        <w:szCs w:val="20"/>
      </w:rPr>
      <w:tab/>
      <w:t xml:space="preserve">Mob: </w:t>
    </w:r>
    <w:r w:rsidR="00F71DC3">
      <w:rPr>
        <w:rFonts w:asciiTheme="majorHAnsi" w:hAnsiTheme="majorHAnsi"/>
        <w:sz w:val="20"/>
        <w:szCs w:val="20"/>
      </w:rPr>
      <w:t xml:space="preserve">384 9240, </w:t>
    </w:r>
    <w:r w:rsidR="00F71DC3" w:rsidRPr="00405F96">
      <w:rPr>
        <w:rFonts w:asciiTheme="majorHAnsi" w:hAnsiTheme="majorHAnsi"/>
        <w:sz w:val="20"/>
        <w:szCs w:val="20"/>
      </w:rPr>
      <w:t>526 5173</w:t>
    </w:r>
    <w:r w:rsidR="00F71DC3" w:rsidRPr="00BE7908">
      <w:rPr>
        <w:rFonts w:asciiTheme="majorHAnsi" w:hAnsiTheme="majorHAnsi"/>
        <w:sz w:val="20"/>
        <w:szCs w:val="20"/>
      </w:rPr>
      <w:t xml:space="preserve"> </w:t>
    </w:r>
    <w:r w:rsidR="00F71DC3">
      <w:rPr>
        <w:rFonts w:asciiTheme="majorHAnsi" w:hAnsiTheme="majorHAnsi"/>
        <w:sz w:val="20"/>
        <w:szCs w:val="20"/>
      </w:rPr>
      <w:t xml:space="preserve">           </w:t>
    </w:r>
    <w:r w:rsidR="00F71DC3" w:rsidRPr="00405F96">
      <w:rPr>
        <w:rFonts w:asciiTheme="majorHAnsi" w:hAnsiTheme="majorHAnsi"/>
        <w:sz w:val="20"/>
        <w:szCs w:val="20"/>
      </w:rPr>
      <w:t>EE951010702000196008</w:t>
    </w:r>
    <w:r w:rsidR="00F71DC3" w:rsidRPr="00405F96">
      <w:rPr>
        <w:rFonts w:asciiTheme="majorHAnsi" w:hAnsiTheme="majorHAnsi"/>
        <w:sz w:val="20"/>
        <w:szCs w:val="20"/>
      </w:rPr>
      <w:tab/>
    </w:r>
  </w:p>
  <w:p w14:paraId="0B3386E8" w14:textId="36EB5EDE" w:rsidR="00F71DC3" w:rsidRPr="00405F96" w:rsidRDefault="00F71DC3" w:rsidP="00F71DC3">
    <w:pPr>
      <w:pStyle w:val="Footer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7280</w:t>
    </w:r>
    <w:r w:rsidR="00CE73EC">
      <w:rPr>
        <w:rFonts w:asciiTheme="majorHAnsi" w:hAnsiTheme="majorHAnsi"/>
        <w:sz w:val="20"/>
        <w:szCs w:val="20"/>
      </w:rPr>
      <w:t>7</w:t>
    </w:r>
    <w:r>
      <w:rPr>
        <w:rFonts w:asciiTheme="majorHAnsi" w:hAnsiTheme="majorHAnsi"/>
        <w:sz w:val="20"/>
        <w:szCs w:val="20"/>
      </w:rPr>
      <w:t xml:space="preserve"> Türi vald</w:t>
    </w:r>
    <w:r w:rsidRPr="00405F96">
      <w:rPr>
        <w:rFonts w:asciiTheme="majorHAnsi" w:hAnsiTheme="majorHAnsi"/>
        <w:sz w:val="20"/>
        <w:szCs w:val="20"/>
      </w:rPr>
      <w:tab/>
      <w:t>E-post: info.vaatsaagro@trigondairy.com</w:t>
    </w:r>
    <w:r w:rsidRPr="00BE7908">
      <w:rPr>
        <w:rFonts w:asciiTheme="majorHAnsi" w:hAnsiTheme="majorHAnsi"/>
        <w:sz w:val="20"/>
        <w:szCs w:val="20"/>
      </w:rPr>
      <w:t xml:space="preserve"> </w:t>
    </w:r>
    <w:r>
      <w:rPr>
        <w:rFonts w:asciiTheme="majorHAnsi" w:hAnsiTheme="majorHAnsi"/>
        <w:sz w:val="20"/>
        <w:szCs w:val="20"/>
      </w:rPr>
      <w:t xml:space="preserve">                                   </w:t>
    </w:r>
  </w:p>
  <w:p w14:paraId="52CB3232" w14:textId="77777777" w:rsidR="00F71DC3" w:rsidRPr="00405F96" w:rsidRDefault="00F71DC3" w:rsidP="00F71DC3">
    <w:pPr>
      <w:pStyle w:val="Footer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 w:rsidRPr="00405F96">
      <w:rPr>
        <w:rFonts w:asciiTheme="majorHAnsi" w:hAnsiTheme="majorHAnsi"/>
        <w:sz w:val="20"/>
        <w:szCs w:val="20"/>
      </w:rPr>
      <w:t>Järva maakond</w:t>
    </w:r>
    <w:r w:rsidRPr="00405F96"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 xml:space="preserve">                          </w:t>
    </w:r>
  </w:p>
  <w:bookmarkEnd w:id="0"/>
  <w:p w14:paraId="58517FAE" w14:textId="77777777" w:rsidR="00D74CCF" w:rsidRPr="00F71DC3" w:rsidRDefault="00D74CCF" w:rsidP="00F71D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4FB8" w14:textId="77777777" w:rsidR="00CE73EC" w:rsidRDefault="00CE7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3EE68" w14:textId="77777777" w:rsidR="00E65814" w:rsidRDefault="00E65814" w:rsidP="00D74CCF">
      <w:pPr>
        <w:spacing w:after="0" w:line="240" w:lineRule="auto"/>
      </w:pPr>
      <w:r>
        <w:separator/>
      </w:r>
    </w:p>
  </w:footnote>
  <w:footnote w:type="continuationSeparator" w:id="0">
    <w:p w14:paraId="16256994" w14:textId="77777777" w:rsidR="00E65814" w:rsidRDefault="00E65814" w:rsidP="00D74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32F3" w14:textId="77777777" w:rsidR="00CE73EC" w:rsidRDefault="00CE7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33519" w14:textId="77777777" w:rsidR="00D74CCF" w:rsidRDefault="003A3981">
    <w:pPr>
      <w:pStyle w:val="Header"/>
    </w:pPr>
    <w:r>
      <w:rPr>
        <w:noProof/>
        <w:lang w:eastAsia="et-EE"/>
      </w:rPr>
      <w:drawing>
        <wp:inline distT="0" distB="0" distL="0" distR="0" wp14:anchorId="09EAD756" wp14:editId="1153C414">
          <wp:extent cx="2926080" cy="982980"/>
          <wp:effectExtent l="19050" t="0" r="7620" b="0"/>
          <wp:docPr id="1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6080" cy="982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88E131" w14:textId="77777777" w:rsidR="00D74CCF" w:rsidRDefault="00D74C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1C5F6" w14:textId="77777777" w:rsidR="00CE73EC" w:rsidRDefault="00CE73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27"/>
    <w:rsid w:val="00024F1C"/>
    <w:rsid w:val="00037B29"/>
    <w:rsid w:val="00062557"/>
    <w:rsid w:val="00062944"/>
    <w:rsid w:val="00066B4C"/>
    <w:rsid w:val="00067EFF"/>
    <w:rsid w:val="0008394B"/>
    <w:rsid w:val="000B6973"/>
    <w:rsid w:val="000E1C6B"/>
    <w:rsid w:val="000F097E"/>
    <w:rsid w:val="000F5C0B"/>
    <w:rsid w:val="001140F9"/>
    <w:rsid w:val="0011505C"/>
    <w:rsid w:val="00125312"/>
    <w:rsid w:val="001442BE"/>
    <w:rsid w:val="0019642D"/>
    <w:rsid w:val="00197FD6"/>
    <w:rsid w:val="002071EF"/>
    <w:rsid w:val="00224463"/>
    <w:rsid w:val="0026121B"/>
    <w:rsid w:val="00262D00"/>
    <w:rsid w:val="00295250"/>
    <w:rsid w:val="002B7C10"/>
    <w:rsid w:val="002C3434"/>
    <w:rsid w:val="002D6619"/>
    <w:rsid w:val="002E1374"/>
    <w:rsid w:val="002F012D"/>
    <w:rsid w:val="003A3981"/>
    <w:rsid w:val="003B3112"/>
    <w:rsid w:val="003D4D74"/>
    <w:rsid w:val="003E54DD"/>
    <w:rsid w:val="00405F96"/>
    <w:rsid w:val="00440E8C"/>
    <w:rsid w:val="004736EB"/>
    <w:rsid w:val="004904C1"/>
    <w:rsid w:val="004E5894"/>
    <w:rsid w:val="004F40C5"/>
    <w:rsid w:val="00502685"/>
    <w:rsid w:val="00515494"/>
    <w:rsid w:val="005971CA"/>
    <w:rsid w:val="005A350B"/>
    <w:rsid w:val="005C1285"/>
    <w:rsid w:val="005E572B"/>
    <w:rsid w:val="00612892"/>
    <w:rsid w:val="00631B91"/>
    <w:rsid w:val="006353CF"/>
    <w:rsid w:val="00645265"/>
    <w:rsid w:val="006730AC"/>
    <w:rsid w:val="00713966"/>
    <w:rsid w:val="00722D87"/>
    <w:rsid w:val="007526CE"/>
    <w:rsid w:val="0077413C"/>
    <w:rsid w:val="007B4E15"/>
    <w:rsid w:val="007B76BC"/>
    <w:rsid w:val="007E07FF"/>
    <w:rsid w:val="007E5641"/>
    <w:rsid w:val="00804D79"/>
    <w:rsid w:val="0080698B"/>
    <w:rsid w:val="00830BA2"/>
    <w:rsid w:val="008426EA"/>
    <w:rsid w:val="00856143"/>
    <w:rsid w:val="0085768F"/>
    <w:rsid w:val="00877610"/>
    <w:rsid w:val="008D452C"/>
    <w:rsid w:val="008D5E00"/>
    <w:rsid w:val="008F35D2"/>
    <w:rsid w:val="009032BC"/>
    <w:rsid w:val="0090528A"/>
    <w:rsid w:val="00920E2D"/>
    <w:rsid w:val="009314A1"/>
    <w:rsid w:val="0094657C"/>
    <w:rsid w:val="00967866"/>
    <w:rsid w:val="009710A9"/>
    <w:rsid w:val="00976962"/>
    <w:rsid w:val="009845E8"/>
    <w:rsid w:val="009860FD"/>
    <w:rsid w:val="009919D3"/>
    <w:rsid w:val="009A0A56"/>
    <w:rsid w:val="009A352F"/>
    <w:rsid w:val="009B230D"/>
    <w:rsid w:val="009E5F88"/>
    <w:rsid w:val="00A13C02"/>
    <w:rsid w:val="00A42BEE"/>
    <w:rsid w:val="00A51D26"/>
    <w:rsid w:val="00A731C4"/>
    <w:rsid w:val="00A742B0"/>
    <w:rsid w:val="00A806A9"/>
    <w:rsid w:val="00A812E7"/>
    <w:rsid w:val="00A94F32"/>
    <w:rsid w:val="00AA346D"/>
    <w:rsid w:val="00AA4733"/>
    <w:rsid w:val="00AB5BDE"/>
    <w:rsid w:val="00AE506B"/>
    <w:rsid w:val="00B36160"/>
    <w:rsid w:val="00B8125D"/>
    <w:rsid w:val="00BF212E"/>
    <w:rsid w:val="00C137F9"/>
    <w:rsid w:val="00C1642A"/>
    <w:rsid w:val="00C36E56"/>
    <w:rsid w:val="00CA40AC"/>
    <w:rsid w:val="00CB4D73"/>
    <w:rsid w:val="00CE3B6D"/>
    <w:rsid w:val="00CE73EC"/>
    <w:rsid w:val="00CF6937"/>
    <w:rsid w:val="00D22998"/>
    <w:rsid w:val="00D43521"/>
    <w:rsid w:val="00D5093D"/>
    <w:rsid w:val="00D74CCF"/>
    <w:rsid w:val="00D9277A"/>
    <w:rsid w:val="00DC2F48"/>
    <w:rsid w:val="00DC5E9E"/>
    <w:rsid w:val="00DD2DAF"/>
    <w:rsid w:val="00DF5B93"/>
    <w:rsid w:val="00E11B91"/>
    <w:rsid w:val="00E1772E"/>
    <w:rsid w:val="00E40421"/>
    <w:rsid w:val="00E45209"/>
    <w:rsid w:val="00E54465"/>
    <w:rsid w:val="00E544AA"/>
    <w:rsid w:val="00E65814"/>
    <w:rsid w:val="00E977AD"/>
    <w:rsid w:val="00EE79AB"/>
    <w:rsid w:val="00F02D60"/>
    <w:rsid w:val="00F14F94"/>
    <w:rsid w:val="00F16242"/>
    <w:rsid w:val="00F32D25"/>
    <w:rsid w:val="00F35DC1"/>
    <w:rsid w:val="00F52F27"/>
    <w:rsid w:val="00F7016B"/>
    <w:rsid w:val="00F71DC3"/>
    <w:rsid w:val="00FA6992"/>
    <w:rsid w:val="00FC394B"/>
    <w:rsid w:val="00FF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78B66"/>
  <w15:docId w15:val="{20389850-9015-4F48-BDE7-9E29B904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4A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D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CCF"/>
  </w:style>
  <w:style w:type="paragraph" w:styleId="Footer">
    <w:name w:val="footer"/>
    <w:basedOn w:val="Normal"/>
    <w:link w:val="FooterChar"/>
    <w:uiPriority w:val="99"/>
    <w:unhideWhenUsed/>
    <w:rsid w:val="00D7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CCF"/>
  </w:style>
  <w:style w:type="character" w:styleId="Hyperlink">
    <w:name w:val="Hyperlink"/>
    <w:basedOn w:val="DefaultParagraphFont"/>
    <w:uiPriority w:val="99"/>
    <w:unhideWhenUsed/>
    <w:rsid w:val="004736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sutaja\LOCALS~1\Temp\blankett.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blankett.</Template>
  <TotalTime>6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Malle</dc:creator>
  <cp:lastModifiedBy>Madis Pruus</cp:lastModifiedBy>
  <cp:revision>3</cp:revision>
  <cp:lastPrinted>2012-12-18T14:49:00Z</cp:lastPrinted>
  <dcterms:created xsi:type="dcterms:W3CDTF">2025-10-28T11:34:00Z</dcterms:created>
  <dcterms:modified xsi:type="dcterms:W3CDTF">2025-10-28T11:39:00Z</dcterms:modified>
</cp:coreProperties>
</file>